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5C5386" w:rsidRDefault="005C5386" w14:paraId="4891D569" wp14:textId="31AAA352">
      <w:pPr>
        <w:spacing w:line="240" w:lineRule="auto"/>
        <w:jc w:val="right"/>
      </w:pPr>
      <w:r w:rsidRPr="24DED284" w:rsidR="005C5386">
        <w:rPr>
          <w:rFonts w:ascii="Times New Roman" w:hAnsi="Times New Roman" w:eastAsia="Times New Roman" w:cs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4DED284" w:rsidR="005C5386">
        <w:rPr>
          <w:rFonts w:ascii="Corbel" w:hAnsi="Corbel" w:cs="Corbel"/>
          <w:i w:val="1"/>
          <w:iCs w:val="1"/>
        </w:rPr>
        <w:t xml:space="preserve">Załącznik nr 1.5 do Zarządzenia Rektora </w:t>
      </w:r>
      <w:r w:rsidRPr="24DED284" w:rsidR="005C5386">
        <w:rPr>
          <w:rFonts w:ascii="Corbel" w:hAnsi="Corbel" w:cs="Corbel"/>
          <w:i w:val="1"/>
          <w:iCs w:val="1"/>
        </w:rPr>
        <w:t>UR nr</w:t>
      </w:r>
      <w:r w:rsidRPr="24DED284" w:rsidR="005C5386">
        <w:rPr>
          <w:rFonts w:ascii="Corbel" w:hAnsi="Corbel" w:cs="Corbel"/>
          <w:i w:val="1"/>
          <w:iCs w:val="1"/>
        </w:rPr>
        <w:t xml:space="preserve"> </w:t>
      </w:r>
      <w:r w:rsidRPr="24DED284" w:rsidR="008E5CE9">
        <w:rPr>
          <w:rFonts w:ascii="Corbel" w:hAnsi="Corbel" w:cs="Corbel"/>
          <w:i w:val="1"/>
          <w:iCs w:val="1"/>
        </w:rPr>
        <w:t>7</w:t>
      </w:r>
      <w:r w:rsidRPr="24DED284" w:rsidR="005C5386">
        <w:rPr>
          <w:rFonts w:ascii="Corbel" w:hAnsi="Corbel" w:cs="Corbel"/>
          <w:i w:val="1"/>
          <w:iCs w:val="1"/>
        </w:rPr>
        <w:t>/20</w:t>
      </w:r>
      <w:r w:rsidRPr="24DED284" w:rsidR="008E5CE9">
        <w:rPr>
          <w:rFonts w:ascii="Corbel" w:hAnsi="Corbel" w:cs="Corbel"/>
          <w:i w:val="1"/>
          <w:iCs w:val="1"/>
        </w:rPr>
        <w:t>23</w:t>
      </w:r>
    </w:p>
    <w:p xmlns:wp14="http://schemas.microsoft.com/office/word/2010/wordml" w:rsidR="005C5386" w:rsidRDefault="005C5386" w14:paraId="598A8AA9" wp14:textId="77777777">
      <w:pPr>
        <w:spacing w:after="0" w:line="240" w:lineRule="auto"/>
        <w:jc w:val="center"/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xmlns:wp14="http://schemas.microsoft.com/office/word/2010/wordml" w:rsidR="005C5386" w:rsidRDefault="005C5386" w14:paraId="05E5463D" wp14:textId="673EED46">
      <w:pPr>
        <w:spacing w:after="0" w:line="240" w:lineRule="exact"/>
        <w:jc w:val="center"/>
      </w:pPr>
      <w:r w:rsidRPr="24DED284" w:rsidR="005C5386">
        <w:rPr>
          <w:rFonts w:ascii="Corbel" w:hAnsi="Corbel" w:cs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24DED284" w:rsidR="005C5386">
        <w:rPr>
          <w:rFonts w:ascii="Corbel" w:hAnsi="Corbel" w:cs="Corbel"/>
          <w:smallCaps w:val="1"/>
          <w:sz w:val="24"/>
          <w:szCs w:val="24"/>
        </w:rPr>
        <w:t>202</w:t>
      </w:r>
      <w:r w:rsidRPr="24DED284" w:rsidR="117B9884">
        <w:rPr>
          <w:rFonts w:ascii="Corbel" w:hAnsi="Corbel" w:cs="Corbel"/>
          <w:smallCaps w:val="1"/>
          <w:sz w:val="24"/>
          <w:szCs w:val="24"/>
        </w:rPr>
        <w:t>4</w:t>
      </w:r>
      <w:r w:rsidRPr="24DED284" w:rsidR="005C5386">
        <w:rPr>
          <w:rFonts w:ascii="Corbel" w:hAnsi="Corbel" w:cs="Corbel"/>
          <w:smallCaps w:val="1"/>
          <w:sz w:val="24"/>
          <w:szCs w:val="24"/>
        </w:rPr>
        <w:t>-202</w:t>
      </w:r>
      <w:r w:rsidRPr="24DED284" w:rsidR="1F98DD1B">
        <w:rPr>
          <w:rFonts w:ascii="Corbel" w:hAnsi="Corbel" w:cs="Corbel"/>
          <w:smallCaps w:val="1"/>
          <w:sz w:val="24"/>
          <w:szCs w:val="24"/>
        </w:rPr>
        <w:t>7</w:t>
      </w:r>
      <w:r w:rsidRPr="24DED284" w:rsidR="005C5386">
        <w:rPr>
          <w:rFonts w:ascii="Corbel" w:hAnsi="Corbel" w:cs="Corbel"/>
          <w:b w:val="1"/>
          <w:bCs w:val="1"/>
          <w:smallCaps w:val="1"/>
          <w:sz w:val="24"/>
          <w:szCs w:val="24"/>
        </w:rPr>
        <w:t xml:space="preserve"> </w:t>
      </w:r>
    </w:p>
    <w:p xmlns:wp14="http://schemas.microsoft.com/office/word/2010/wordml" w:rsidR="005C5386" w:rsidRDefault="005C5386" w14:paraId="24E8696B" wp14:textId="65E9FE66">
      <w:pPr>
        <w:spacing w:after="0" w:line="240" w:lineRule="exact"/>
        <w:jc w:val="both"/>
      </w:pPr>
      <w:r w:rsidRPr="24DED284" w:rsidR="005C5386">
        <w:rPr>
          <w:rFonts w:ascii="Corbel" w:hAnsi="Corbel" w:eastAsia="Corbel" w:cs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24DED284" w:rsidR="005C5386">
        <w:rPr>
          <w:rFonts w:ascii="Corbel" w:hAnsi="Corbel" w:cs="Corbel"/>
          <w:i w:val="1"/>
          <w:iCs w:val="1"/>
          <w:sz w:val="20"/>
          <w:szCs w:val="20"/>
        </w:rPr>
        <w:t>(skrajne daty</w:t>
      </w:r>
      <w:r w:rsidRPr="24DED284" w:rsidR="005C5386">
        <w:rPr>
          <w:rFonts w:ascii="Corbel" w:hAnsi="Corbel" w:cs="Corbel"/>
          <w:sz w:val="20"/>
          <w:szCs w:val="20"/>
        </w:rPr>
        <w:t>)</w:t>
      </w:r>
    </w:p>
    <w:p xmlns:wp14="http://schemas.microsoft.com/office/word/2010/wordml" w:rsidR="008E5CE9" w:rsidRDefault="005C5386" w14:paraId="672A6659" wp14:textId="77777777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</w:p>
    <w:p xmlns:wp14="http://schemas.microsoft.com/office/word/2010/wordml" w:rsidRPr="008E5CE9" w:rsidR="005C5386" w:rsidP="008E5CE9" w:rsidRDefault="005C5386" w14:paraId="12DB9CE7" wp14:textId="29DC5C15">
      <w:pPr>
        <w:spacing w:after="0" w:line="240" w:lineRule="exact"/>
        <w:jc w:val="center"/>
        <w:rPr>
          <w:rFonts w:ascii="Corbel" w:hAnsi="Corbel"/>
        </w:rPr>
      </w:pPr>
      <w:r w:rsidRPr="24DED284" w:rsidR="005C5386">
        <w:rPr>
          <w:rFonts w:ascii="Corbel" w:hAnsi="Corbel"/>
        </w:rPr>
        <w:t>Rok akademicki 202</w:t>
      </w:r>
      <w:r w:rsidRPr="24DED284" w:rsidR="0A43052B">
        <w:rPr>
          <w:rFonts w:ascii="Corbel" w:hAnsi="Corbel"/>
        </w:rPr>
        <w:t>5</w:t>
      </w:r>
      <w:r w:rsidRPr="24DED284" w:rsidR="005C5386">
        <w:rPr>
          <w:rFonts w:ascii="Corbel" w:hAnsi="Corbel"/>
        </w:rPr>
        <w:t>/202</w:t>
      </w:r>
      <w:r w:rsidRPr="24DED284" w:rsidR="2C2ACFB1">
        <w:rPr>
          <w:rFonts w:ascii="Corbel" w:hAnsi="Corbel"/>
        </w:rPr>
        <w:t>6</w:t>
      </w:r>
    </w:p>
    <w:p xmlns:wp14="http://schemas.microsoft.com/office/word/2010/wordml" w:rsidR="005C5386" w:rsidRDefault="005C5386" w14:paraId="0A37501D" wp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p xmlns:wp14="http://schemas.microsoft.com/office/word/2010/wordml" w:rsidR="005C5386" w:rsidRDefault="005C5386" w14:paraId="0C6E7FD4" wp14:textId="77777777">
      <w:pPr>
        <w:pStyle w:val="Punktygwne"/>
        <w:spacing w:before="0" w:after="0"/>
      </w:pPr>
      <w:r>
        <w:rPr>
          <w:rFonts w:ascii="Corbel" w:hAnsi="Corbel" w:cs="Corbel"/>
          <w:color w:val="000000"/>
          <w:szCs w:val="24"/>
        </w:rPr>
        <w:t>1. 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694"/>
        <w:gridCol w:w="7097"/>
      </w:tblGrid>
      <w:tr xmlns:wp14="http://schemas.microsoft.com/office/word/2010/wordml" w:rsidR="005C5386" w:rsidTr="24DED284" w14:paraId="4BD41819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59701564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23017484" wp14:textId="77777777">
            <w:pPr>
              <w:spacing w:after="0" w:line="240" w:lineRule="auto"/>
            </w:pPr>
            <w:r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Nowe media i społeczne systemy medialne</w:t>
            </w:r>
          </w:p>
        </w:tc>
      </w:tr>
      <w:tr xmlns:wp14="http://schemas.microsoft.com/office/word/2010/wordml" w:rsidR="005C5386" w:rsidTr="24DED284" w14:paraId="610CAE7F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4CA29152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7E830577" wp14:textId="77777777" wp14:noSpellErr="1">
            <w:pPr>
              <w:spacing w:after="0" w:line="240" w:lineRule="auto"/>
            </w:pPr>
            <w:r w:rsidRPr="24DED284" w:rsidR="005C5386">
              <w:rPr>
                <w:rFonts w:ascii="Corbel" w:hAnsi="Corbel" w:cs="Corbel"/>
                <w:color w:val="000000" w:themeColor="text1" w:themeTint="FF" w:themeShade="FF"/>
                <w:sz w:val="24"/>
                <w:szCs w:val="24"/>
              </w:rPr>
              <w:t>S1</w:t>
            </w:r>
            <w:r w:rsidRPr="24DED284" w:rsidR="005C5386">
              <w:rPr>
                <w:rFonts w:ascii="Corbel" w:hAnsi="Corbel" w:cs="Corbel"/>
                <w:color w:val="000000" w:themeColor="text1" w:themeTint="FF" w:themeShade="FF"/>
                <w:sz w:val="24"/>
                <w:szCs w:val="24"/>
              </w:rPr>
              <w:t>S[</w:t>
            </w:r>
            <w:r w:rsidRPr="24DED284" w:rsidR="005C5386">
              <w:rPr>
                <w:rFonts w:ascii="Corbel" w:hAnsi="Corbel" w:cs="Corbel"/>
                <w:color w:val="000000" w:themeColor="text1" w:themeTint="FF" w:themeShade="FF"/>
                <w:sz w:val="24"/>
                <w:szCs w:val="24"/>
              </w:rPr>
              <w:t>3]F_0</w:t>
            </w:r>
            <w:r w:rsidRPr="24DED284" w:rsidR="005C538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7</w:t>
            </w:r>
          </w:p>
        </w:tc>
      </w:tr>
      <w:tr xmlns:wp14="http://schemas.microsoft.com/office/word/2010/wordml" w:rsidR="005C5386" w:rsidTr="24DED284" w14:paraId="5C0172EC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249A5C16" wp14:textId="77777777">
            <w:pPr>
              <w:pStyle w:val="Pytania"/>
              <w:spacing w:before="0" w:after="0" w:line="240" w:lineRule="exact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7E3E3000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="005C5386" w:rsidTr="24DED284" w14:paraId="0D684421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0A39E105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P="18099FF1" w:rsidRDefault="006A5BAC" w14:paraId="3FB425F2" wp14:textId="0F03972C">
            <w:pPr>
              <w:pStyle w:val="Odpowiedzi"/>
              <w:spacing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18099FF1" w:rsidR="006A5BA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xmlns:wp14="http://schemas.microsoft.com/office/word/2010/wordml" w:rsidR="005C5386" w:rsidTr="24DED284" w14:paraId="75EBF523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4B835047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1FDDED33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Socjologia</w:t>
            </w:r>
          </w:p>
        </w:tc>
      </w:tr>
      <w:tr xmlns:wp14="http://schemas.microsoft.com/office/word/2010/wordml" w:rsidR="005C5386" w:rsidTr="24DED284" w14:paraId="1CF479FC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448A1CED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5402E90D" wp14:textId="77777777">
            <w:pPr>
              <w:pStyle w:val="Odpowiedzi"/>
              <w:spacing w:after="0"/>
            </w:pPr>
            <w:r w:rsidRPr="00885330">
              <w:rPr>
                <w:rFonts w:ascii="Corbel" w:hAnsi="Corbel" w:cs="Corbel"/>
                <w:bCs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="005C5386" w:rsidTr="24DED284" w14:paraId="020B26A7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04C0481C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4FFABF29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="005C5386" w:rsidTr="24DED284" w14:paraId="1E4BF324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7C3992E0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05D05041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Stacjonarne </w:t>
            </w:r>
          </w:p>
        </w:tc>
      </w:tr>
      <w:tr xmlns:wp14="http://schemas.microsoft.com/office/word/2010/wordml" w:rsidR="005C5386" w:rsidTr="24DED284" w14:paraId="3E1D7E45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47AAF248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09F676DA" wp14:textId="77777777">
            <w:pPr>
              <w:pStyle w:val="Odpowiedzi"/>
              <w:spacing w:after="0"/>
            </w:pPr>
            <w:r w:rsidRPr="00885330">
              <w:rPr>
                <w:rFonts w:ascii="Corbel" w:hAnsi="Corbel" w:cs="Corbel"/>
                <w:bCs/>
                <w:sz w:val="24"/>
                <w:szCs w:val="24"/>
              </w:rPr>
              <w:t>Rok 2, semestr III</w:t>
            </w:r>
          </w:p>
        </w:tc>
      </w:tr>
      <w:tr xmlns:wp14="http://schemas.microsoft.com/office/word/2010/wordml" w:rsidR="005C5386" w:rsidTr="24DED284" w14:paraId="70ECF630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5863A118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58BA1C1C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Fakultatywny </w:t>
            </w:r>
          </w:p>
        </w:tc>
      </w:tr>
      <w:tr xmlns:wp14="http://schemas.microsoft.com/office/word/2010/wordml" w:rsidR="005C5386" w:rsidTr="24DED284" w14:paraId="48BEAB5C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13A990D4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251D05AF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xmlns:wp14="http://schemas.microsoft.com/office/word/2010/wordml" w:rsidR="005C5386" w:rsidTr="24DED284" w14:paraId="2310BFDC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69C2AF6E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7A557CE9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Sylwia Stecko</w:t>
            </w:r>
          </w:p>
        </w:tc>
      </w:tr>
      <w:tr xmlns:wp14="http://schemas.microsoft.com/office/word/2010/wordml" w:rsidR="005C5386" w:rsidTr="24DED284" w14:paraId="05E44CC5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471FE442" wp14:textId="77777777">
            <w:pPr>
              <w:pStyle w:val="Pytania"/>
              <w:spacing w:after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067447C7" wp14:textId="77777777">
            <w:pPr>
              <w:pStyle w:val="Odpowiedzi"/>
              <w:spacing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Sylwia Stecko</w:t>
            </w:r>
          </w:p>
        </w:tc>
      </w:tr>
    </w:tbl>
    <w:p xmlns:wp14="http://schemas.microsoft.com/office/word/2010/wordml" w:rsidR="005C5386" w:rsidRDefault="005C5386" w14:paraId="57A64E18" wp14:textId="77777777">
      <w:pPr>
        <w:pStyle w:val="Podpunkty"/>
        <w:spacing w:before="280" w:after="280"/>
        <w:ind w:left="0"/>
      </w:pPr>
      <w:r w:rsidRPr="24DED284" w:rsidR="005C5386">
        <w:rPr>
          <w:rFonts w:ascii="Corbel" w:hAnsi="Corbel" w:cs="Corbel"/>
          <w:sz w:val="24"/>
          <w:szCs w:val="24"/>
        </w:rPr>
        <w:t xml:space="preserve">* </w:t>
      </w:r>
      <w:r w:rsidRPr="24DED284" w:rsidR="005C5386">
        <w:rPr>
          <w:rFonts w:ascii="Corbel" w:hAnsi="Corbel" w:cs="Corbel"/>
          <w:i w:val="1"/>
          <w:iCs w:val="1"/>
          <w:sz w:val="24"/>
          <w:szCs w:val="24"/>
        </w:rPr>
        <w:t>-</w:t>
      </w:r>
      <w:r w:rsidRPr="24DED284" w:rsidR="005C5386">
        <w:rPr>
          <w:rFonts w:ascii="Corbel" w:hAnsi="Corbel" w:cs="Corbel"/>
          <w:b w:val="0"/>
          <w:bCs w:val="0"/>
          <w:i w:val="1"/>
          <w:iCs w:val="1"/>
          <w:sz w:val="24"/>
          <w:szCs w:val="24"/>
        </w:rPr>
        <w:t>opcjonalni</w:t>
      </w:r>
      <w:r w:rsidRPr="24DED284" w:rsidR="005C5386">
        <w:rPr>
          <w:rFonts w:ascii="Corbel" w:hAnsi="Corbel" w:cs="Corbel"/>
          <w:b w:val="0"/>
          <w:bCs w:val="0"/>
          <w:sz w:val="24"/>
          <w:szCs w:val="24"/>
        </w:rPr>
        <w:t>e,</w:t>
      </w:r>
      <w:r w:rsidRPr="24DED284" w:rsidR="005C5386">
        <w:rPr>
          <w:rFonts w:ascii="Corbel" w:hAnsi="Corbel" w:cs="Corbel"/>
          <w:i w:val="1"/>
          <w:iCs w:val="1"/>
          <w:sz w:val="24"/>
          <w:szCs w:val="24"/>
        </w:rPr>
        <w:t xml:space="preserve"> </w:t>
      </w:r>
      <w:r w:rsidRPr="24DED284" w:rsidR="005C5386">
        <w:rPr>
          <w:rFonts w:ascii="Corbel" w:hAnsi="Corbel" w:cs="Corbel"/>
          <w:b w:val="0"/>
          <w:bCs w:val="0"/>
          <w:i w:val="1"/>
          <w:iCs w:val="1"/>
          <w:sz w:val="24"/>
          <w:szCs w:val="24"/>
        </w:rPr>
        <w:t>zgodnie z ustaleniami w Jednostce</w:t>
      </w:r>
    </w:p>
    <w:p xmlns:wp14="http://schemas.microsoft.com/office/word/2010/wordml" w:rsidR="005C5386" w:rsidRDefault="005C5386" w14:paraId="7E0A0F74" wp14:textId="77777777">
      <w:pPr>
        <w:pStyle w:val="Podpunkty"/>
        <w:ind w:left="284"/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xmlns:wp14="http://schemas.microsoft.com/office/word/2010/wordml" w:rsidR="005C5386" w:rsidRDefault="005C5386" w14:paraId="02EB378F" wp14:textId="77777777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9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52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xmlns:wp14="http://schemas.microsoft.com/office/word/2010/wordml" w:rsidR="005C5386" w:rsidTr="24DED284" w14:paraId="4A00F406" wp14:textId="77777777"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C5386" w:rsidRDefault="005C5386" w14:paraId="493A0CA5" wp14:textId="77777777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Semestr</w:t>
            </w:r>
          </w:p>
          <w:p w:rsidR="005C5386" w:rsidRDefault="005C5386" w14:paraId="64C63F33" wp14:textId="77777777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(nr)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3860AB22" wp14:textId="77777777">
            <w:pPr>
              <w:pStyle w:val="Nagwkitablic"/>
              <w:spacing w:after="0" w:line="240" w:lineRule="auto"/>
              <w:jc w:val="center"/>
            </w:pPr>
            <w:proofErr w:type="spellStart"/>
            <w:r>
              <w:rPr>
                <w:rFonts w:ascii="Corbel" w:hAnsi="Corbel" w:cs="Corbel"/>
                <w:szCs w:val="24"/>
                <w:lang w:val="pl-PL" w:eastAsia="en-US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  <w:lang w:val="pl-PL" w:eastAsia="en-US"/>
              </w:rPr>
              <w:t>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646F369B" wp14:textId="77777777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Ćw.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409DDADA" wp14:textId="77777777">
            <w:pPr>
              <w:pStyle w:val="Nagwkitablic"/>
              <w:spacing w:after="0" w:line="240" w:lineRule="auto"/>
              <w:jc w:val="center"/>
            </w:pPr>
            <w:proofErr w:type="spellStart"/>
            <w:r>
              <w:rPr>
                <w:rFonts w:ascii="Corbel" w:hAnsi="Corbel" w:cs="Corbel"/>
                <w:szCs w:val="24"/>
                <w:lang w:val="pl-PL" w:eastAsia="en-US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  <w:lang w:val="pl-PL" w:eastAsia="en-US"/>
              </w:rPr>
              <w:t>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0AB6E05A" wp14:textId="77777777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Lab.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0B273B9D" wp14:textId="77777777">
            <w:pPr>
              <w:pStyle w:val="Nagwkitablic"/>
              <w:spacing w:after="0" w:line="240" w:lineRule="auto"/>
              <w:jc w:val="center"/>
            </w:pPr>
            <w:proofErr w:type="spellStart"/>
            <w:r>
              <w:rPr>
                <w:rFonts w:ascii="Corbel" w:hAnsi="Corbel" w:cs="Corbel"/>
                <w:szCs w:val="24"/>
                <w:lang w:val="pl-PL" w:eastAsia="en-US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  <w:lang w:val="pl-PL" w:eastAsia="en-US"/>
              </w:rPr>
              <w:t>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63A8E3D2" wp14:textId="77777777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ZP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69FA399F" wp14:textId="77777777">
            <w:pPr>
              <w:pStyle w:val="Nagwkitablic"/>
              <w:spacing w:after="0" w:line="240" w:lineRule="auto"/>
              <w:jc w:val="center"/>
            </w:pPr>
            <w:proofErr w:type="spellStart"/>
            <w:r>
              <w:rPr>
                <w:rFonts w:ascii="Corbel" w:hAnsi="Corbel" w:cs="Corbel"/>
                <w:szCs w:val="24"/>
                <w:lang w:val="pl-PL" w:eastAsia="en-US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  <w:lang w:val="pl-PL" w:eastAsia="en-US"/>
              </w:rPr>
              <w:t>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5B5B1B43" wp14:textId="77777777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7474E17E" wp14:textId="77777777">
            <w:pPr>
              <w:pStyle w:val="Nagwkitablic"/>
              <w:spacing w:after="0" w:line="240" w:lineRule="auto"/>
              <w:jc w:val="center"/>
            </w:pPr>
            <w:r>
              <w:rPr>
                <w:rFonts w:ascii="Corbel" w:hAnsi="Corbel" w:cs="Corbel"/>
                <w:b/>
                <w:szCs w:val="24"/>
                <w:lang w:val="pl-PL" w:eastAsia="en-US"/>
              </w:rPr>
              <w:t>Liczba pkt. ECTS</w:t>
            </w:r>
          </w:p>
        </w:tc>
      </w:tr>
      <w:tr xmlns:wp14="http://schemas.microsoft.com/office/word/2010/wordml" w:rsidR="005C5386" w:rsidTr="24DED284" w14:paraId="6F79B4E4" wp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69CE75AC" wp14:textId="77777777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III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6A05A809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P="18099FF1" w:rsidRDefault="005C5386" w14:paraId="219897CE" w14:noSpellErr="1" wp14:textId="369AF317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6A5BAC" w14:paraId="60DA3216" wp14:textId="77777777" wp14:noSpellErr="1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18099FF1" w:rsidR="006A5BAC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5A39BBE3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41C8F396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72A3D3EC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0D0B940D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0E27B00A" wp14:textId="77777777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18F999B5" wp14:textId="77777777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="005C5386" w:rsidRDefault="005C5386" w14:paraId="44EAFD9C" wp14:textId="77777777">
      <w:pPr>
        <w:pStyle w:val="Podpunkty"/>
        <w:rPr>
          <w:rFonts w:ascii="Corbel" w:hAnsi="Corbel" w:cs="Corbel"/>
          <w:b w:val="0"/>
          <w:sz w:val="24"/>
          <w:szCs w:val="24"/>
          <w:lang w:eastAsia="en-US"/>
        </w:rPr>
      </w:pPr>
    </w:p>
    <w:p xmlns:wp14="http://schemas.microsoft.com/office/word/2010/wordml" w:rsidR="005C5386" w:rsidRDefault="005C5386" w14:paraId="7713D631" wp14:textId="77777777">
      <w:pPr>
        <w:pStyle w:val="Punktygwne"/>
        <w:tabs>
          <w:tab w:val="left" w:pos="709"/>
        </w:tabs>
        <w:spacing w:before="0" w:after="0"/>
        <w:ind w:left="284"/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</w:r>
      <w:r>
        <w:rPr>
          <w:rFonts w:ascii="Corbel" w:hAnsi="Corbel" w:cs="Corbel"/>
          <w:smallCaps w:val="0"/>
          <w:szCs w:val="24"/>
        </w:rPr>
        <w:t xml:space="preserve">Sposób realizacji zajęć  </w:t>
      </w:r>
    </w:p>
    <w:p xmlns:wp14="http://schemas.microsoft.com/office/word/2010/wordml" w:rsidR="005C5386" w:rsidRDefault="005C5386" w14:paraId="29D6B04F" wp14:textId="77777777">
      <w:pPr>
        <w:pStyle w:val="Punktygwne"/>
        <w:spacing w:before="0" w:after="0"/>
        <w:ind w:left="709"/>
      </w:pPr>
      <w:r>
        <w:rPr>
          <w:rFonts w:hint="eastAsia" w:ascii="Corbel" w:hAnsi="Corbel" w:eastAsia="MS Gothic" w:cs="Corbel"/>
          <w:b w:val="0"/>
          <w:smallCaps w:val="0"/>
          <w:szCs w:val="24"/>
        </w:rPr>
        <w:t xml:space="preserve"> </w:t>
      </w:r>
    </w:p>
    <w:p xmlns:wp14="http://schemas.microsoft.com/office/word/2010/wordml" w:rsidR="005C5386" w:rsidRDefault="005C5386" w14:paraId="4F89DB14" wp14:textId="77777777">
      <w:pPr>
        <w:pStyle w:val="Punktygwne"/>
        <w:spacing w:before="0" w:after="0"/>
        <w:ind w:left="709"/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>
        <w:rPr>
          <w:rFonts w:ascii="Corbel" w:hAnsi="Corbel" w:cs="Corbel"/>
          <w:b w:val="0"/>
          <w:smallCaps w:val="0"/>
          <w:szCs w:val="24"/>
        </w:rPr>
        <w:t xml:space="preserve">   zajęcia w formie tradycyjnej </w:t>
      </w:r>
    </w:p>
    <w:p xmlns:wp14="http://schemas.microsoft.com/office/word/2010/wordml" w:rsidR="005C5386" w:rsidRDefault="005C5386" w14:paraId="386692D9" wp14:textId="77777777">
      <w:pPr>
        <w:pStyle w:val="Punktygwne"/>
        <w:spacing w:before="0" w:after="0"/>
        <w:ind w:left="709"/>
      </w:pPr>
      <w:r>
        <w:rPr>
          <w:rFonts w:hint="eastAsia" w:ascii="MS Gothic" w:hAnsi="MS Gothic" w:eastAsia="MS Gothic" w:cs="MS Gothic"/>
          <w:b w:val="0"/>
          <w:szCs w:val="24"/>
        </w:rPr>
        <w:t>☐</w:t>
      </w:r>
      <w:r>
        <w:rPr>
          <w:rFonts w:ascii="Corbel" w:hAnsi="Corbel" w:eastAsia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>zajęcia realizowane z wykorzystaniem metod i technik kształcenia na odległość</w:t>
      </w:r>
    </w:p>
    <w:p xmlns:wp14="http://schemas.microsoft.com/office/word/2010/wordml" w:rsidR="005C5386" w:rsidRDefault="005C5386" w14:paraId="4B94D5A5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5C5386" w:rsidRDefault="005C5386" w14:paraId="35295C78" wp14:textId="77777777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</w:r>
      <w:r>
        <w:rPr>
          <w:rFonts w:ascii="Corbel" w:hAnsi="Corbel" w:cs="Corbel"/>
          <w:smallCaps w:val="0"/>
          <w:szCs w:val="24"/>
        </w:rPr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xmlns:wp14="http://schemas.microsoft.com/office/word/2010/wordml" w:rsidR="005C5386" w:rsidRDefault="005C5386" w14:paraId="3DEEC669" wp14:textId="77777777">
      <w:pPr>
        <w:pStyle w:val="Punktygwne"/>
        <w:spacing w:before="0" w:after="0"/>
      </w:pPr>
    </w:p>
    <w:p xmlns:wp14="http://schemas.microsoft.com/office/word/2010/wordml" w:rsidR="005C5386" w:rsidRDefault="005C5386" w14:paraId="55D48E7E" wp14:textId="77777777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b w:val="0"/>
          <w:smallCaps w:val="0"/>
          <w:szCs w:val="24"/>
        </w:rPr>
        <w:t>zaliczenie z oceną</w:t>
      </w:r>
    </w:p>
    <w:p xmlns:wp14="http://schemas.microsoft.com/office/word/2010/wordml" w:rsidR="005C5386" w:rsidRDefault="005C5386" w14:paraId="3656B9AB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zCs w:val="24"/>
        </w:rPr>
      </w:pPr>
    </w:p>
    <w:p xmlns:wp14="http://schemas.microsoft.com/office/word/2010/wordml" w:rsidR="005C5386" w:rsidRDefault="005C1CD5" w14:paraId="261BAAD1" wp14:textId="77777777">
      <w:pPr>
        <w:pStyle w:val="Punktygwne"/>
        <w:spacing w:before="0" w:after="0"/>
      </w:pPr>
      <w:r w:rsidRPr="24DED284" w:rsidR="005C5386">
        <w:rPr>
          <w:rFonts w:ascii="Corbel" w:hAnsi="Corbel" w:cs="Corbel"/>
        </w:rPr>
        <w:t xml:space="preserve">2.Wymagania wstępne </w:t>
      </w:r>
    </w:p>
    <w:p xmlns:wp14="http://schemas.microsoft.com/office/word/2010/wordml" w:rsidR="005C5386" w:rsidRDefault="005C5386" w14:paraId="45FB0818" wp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xmlns:wp14="http://schemas.microsoft.com/office/word/2010/wordml" w:rsidR="005C5386" w14:paraId="36960F15" wp14:textId="77777777">
        <w:tc>
          <w:tcPr>
            <w:tcW w:w="9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RDefault="005C5386" w14:paraId="57B0833B" wp14:textId="77777777">
            <w:pPr>
              <w:pStyle w:val="Punktygwne"/>
              <w:spacing w:before="40" w:after="40"/>
            </w:pPr>
            <w:r>
              <w:rPr>
                <w:rFonts w:ascii="Corbel" w:hAnsi="Corbel" w:cs="Corbel"/>
                <w:b w:val="0"/>
                <w:smallCaps w:val="0"/>
                <w:szCs w:val="20"/>
              </w:rPr>
              <w:t>Brak wymagań wstępnych</w:t>
            </w:r>
          </w:p>
        </w:tc>
      </w:tr>
    </w:tbl>
    <w:p xmlns:wp14="http://schemas.microsoft.com/office/word/2010/wordml" w:rsidR="005C5386" w:rsidRDefault="005C5386" w14:paraId="049F31CB" wp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w:rsidR="24DED284" w:rsidRDefault="24DED284" w14:paraId="18962B23" w14:textId="6082706C">
      <w:r>
        <w:br w:type="page"/>
      </w:r>
    </w:p>
    <w:p xmlns:wp14="http://schemas.microsoft.com/office/word/2010/wordml" w:rsidR="005C5386" w:rsidRDefault="005C5386" w14:paraId="7DB6D4EE" wp14:textId="32287B86">
      <w:pPr>
        <w:pStyle w:val="Punktygwne"/>
        <w:spacing w:before="0" w:after="0"/>
      </w:pPr>
      <w:r w:rsidRPr="24DED284" w:rsidR="005C5386">
        <w:rPr>
          <w:rFonts w:ascii="Corbel" w:hAnsi="Corbel" w:cs="Corbel"/>
        </w:rPr>
        <w:t xml:space="preserve">3. cele, efekty uczenia </w:t>
      </w:r>
      <w:r w:rsidRPr="24DED284" w:rsidR="005C5386">
        <w:rPr>
          <w:rFonts w:ascii="Corbel" w:hAnsi="Corbel" w:cs="Corbel"/>
        </w:rPr>
        <w:t>się,</w:t>
      </w:r>
      <w:r w:rsidRPr="24DED284" w:rsidR="005C5386">
        <w:rPr>
          <w:rFonts w:ascii="Corbel" w:hAnsi="Corbel" w:cs="Corbel"/>
        </w:rPr>
        <w:t xml:space="preserve"> treści Programowe i stosowane metody Dydaktyczne</w:t>
      </w:r>
    </w:p>
    <w:p xmlns:wp14="http://schemas.microsoft.com/office/word/2010/wordml" w:rsidR="005C5386" w:rsidRDefault="005C5386" w14:paraId="53128261" wp14:textId="77777777">
      <w:pPr>
        <w:pStyle w:val="Punktygwne"/>
        <w:spacing w:before="0" w:after="0"/>
        <w:rPr>
          <w:rFonts w:ascii="Corbel" w:hAnsi="Corbel" w:cs="Corbel"/>
          <w:szCs w:val="24"/>
        </w:rPr>
      </w:pPr>
    </w:p>
    <w:p xmlns:wp14="http://schemas.microsoft.com/office/word/2010/wordml" w:rsidR="005C5386" w:rsidRDefault="005C5386" w14:paraId="04643D83" wp14:textId="77777777">
      <w:pPr>
        <w:pStyle w:val="Podpunkty"/>
      </w:pPr>
      <w:r>
        <w:rPr>
          <w:rFonts w:ascii="Corbel" w:hAnsi="Corbel" w:cs="Corbel"/>
          <w:sz w:val="24"/>
          <w:szCs w:val="24"/>
        </w:rPr>
        <w:t>3.1 Cele przedmiotu</w:t>
      </w:r>
    </w:p>
    <w:p xmlns:wp14="http://schemas.microsoft.com/office/word/2010/wordml" w:rsidR="005C5386" w:rsidRDefault="005C5386" w14:paraId="62486C05" wp14:textId="77777777">
      <w:pPr>
        <w:pStyle w:val="Podpunkty"/>
        <w:rPr>
          <w:rFonts w:ascii="Corbel" w:hAnsi="Corbel" w:cs="Corbel"/>
          <w:b w:val="0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29"/>
      </w:tblGrid>
      <w:tr xmlns:wp14="http://schemas.microsoft.com/office/word/2010/wordml" w:rsidR="005C5386" w:rsidTr="24DED284" w14:paraId="68788D41" wp14:textId="77777777"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5372B5A4" wp14:textId="77777777">
            <w:pPr>
              <w:pStyle w:val="Podpunkty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5AE6894F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Przybliżenie wiedzy na temat norm prawnych regulujących działalność mediów w Polsce</w:t>
            </w:r>
          </w:p>
        </w:tc>
      </w:tr>
      <w:tr xmlns:wp14="http://schemas.microsoft.com/office/word/2010/wordml" w:rsidR="005C5386" w:rsidTr="24DED284" w14:paraId="763FC98C" wp14:textId="77777777"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550CF7E8" wp14:textId="77777777">
            <w:pPr>
              <w:pStyle w:val="Cele"/>
              <w:spacing w:before="0"/>
              <w:ind w:left="0" w:firstLine="0"/>
              <w:jc w:val="left"/>
            </w:pPr>
            <w:r>
              <w:rPr>
                <w:rFonts w:ascii="Corbel" w:hAnsi="Corbel" w:cs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043C1779" wp14:textId="396A7446">
            <w:pPr>
              <w:pStyle w:val="Default"/>
              <w:jc w:val="both"/>
            </w:pPr>
            <w:r w:rsidRPr="24DED284" w:rsidR="005C5386">
              <w:rPr>
                <w:rFonts w:ascii="Corbel" w:hAnsi="Corbel" w:cs="Corbel"/>
              </w:rPr>
              <w:t>Omówienie norm prawnych regulujących pracę</w:t>
            </w:r>
            <w:r w:rsidRPr="24DED284" w:rsidR="777DC703">
              <w:rPr>
                <w:rFonts w:ascii="Corbel" w:hAnsi="Corbel" w:cs="Corbel"/>
              </w:rPr>
              <w:t xml:space="preserve"> </w:t>
            </w:r>
            <w:r w:rsidRPr="24DED284" w:rsidR="005C5386">
              <w:rPr>
                <w:rFonts w:ascii="Corbel" w:hAnsi="Corbel" w:cs="Corbel"/>
              </w:rPr>
              <w:t>dziennikarza, oraz szczególne obowiązki mediów</w:t>
            </w:r>
          </w:p>
        </w:tc>
      </w:tr>
      <w:tr xmlns:wp14="http://schemas.microsoft.com/office/word/2010/wordml" w:rsidR="005C5386" w:rsidTr="24DED284" w14:paraId="49579C05" wp14:textId="77777777"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53C0B3C4" wp14:textId="77777777">
            <w:pPr>
              <w:pStyle w:val="Podpunkty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2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1A4279AB" wp14:textId="77777777">
            <w:pPr>
              <w:pStyle w:val="Podpunkty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  <w:lang w:val="pl-PL"/>
              </w:rPr>
              <w:t xml:space="preserve">Przedstawienie tematyki odpowiedzialności cywilnej i karnej dziennikarza za obowiązków </w:t>
            </w:r>
          </w:p>
        </w:tc>
      </w:tr>
    </w:tbl>
    <w:p xmlns:wp14="http://schemas.microsoft.com/office/word/2010/wordml" w:rsidR="005C5386" w:rsidRDefault="005C5386" w14:paraId="4101652C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xmlns:wp14="http://schemas.microsoft.com/office/word/2010/wordml" w:rsidR="005C5386" w:rsidRDefault="005C5386" w14:paraId="47F42425" wp14:textId="77777777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xmlns:wp14="http://schemas.microsoft.com/office/word/2010/wordml" w:rsidR="005C5386" w:rsidRDefault="005C5386" w14:paraId="4B99056E" wp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83"/>
      </w:tblGrid>
      <w:tr xmlns:wp14="http://schemas.microsoft.com/office/word/2010/wordml" w:rsidR="005C5386" w:rsidTr="24DED284" w14:paraId="4A8C5FEF" wp14:textId="77777777"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3F7C574A" wp14:textId="0D3C53F2">
            <w:pPr>
              <w:pStyle w:val="Punktygwne"/>
              <w:spacing w:before="0" w:after="0"/>
              <w:jc w:val="center"/>
            </w:pPr>
            <w:r w:rsidRPr="24DED284" w:rsidR="005C5386">
              <w:rPr>
                <w:rFonts w:ascii="Corbel" w:hAnsi="Corbel" w:cs="Corbel"/>
                <w:caps w:val="0"/>
                <w:smallCaps w:val="0"/>
              </w:rPr>
              <w:t>EK</w:t>
            </w:r>
            <w:r w:rsidRPr="24DED284" w:rsidR="005C5386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 xml:space="preserve"> </w:t>
            </w:r>
            <w:r w:rsidRPr="24DED284" w:rsidR="005C5386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>(efekt</w:t>
            </w:r>
            <w:r w:rsidRPr="24DED284" w:rsidR="005C5386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 xml:space="preserve"> uczenia się)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1DEC5602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8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="005C5386" w:rsidTr="24DED284" w14:paraId="282F4F7B" wp14:textId="77777777"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C5386" w:rsidRDefault="005C5386" w14:paraId="4FCA5964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C5386" w:rsidRDefault="005C5386" w14:paraId="273F5802" wp14:textId="77777777">
            <w:pPr>
              <w:autoSpaceDE w:val="0"/>
              <w:spacing w:after="0" w:line="240" w:lineRule="auto"/>
              <w:jc w:val="both"/>
            </w:pPr>
            <w:r>
              <w:rPr>
                <w:rFonts w:ascii="Corbel" w:hAnsi="Corbel" w:cs="SFRM1000"/>
                <w:sz w:val="24"/>
                <w:szCs w:val="24"/>
                <w:lang w:eastAsia="pl-PL"/>
              </w:rPr>
              <w:t>Student zna regulacje prawne i normy etyczne związane z funkcjonowaniem mediów i wykonywaniem zawodu dziennikarza</w:t>
            </w:r>
          </w:p>
        </w:tc>
        <w:tc>
          <w:tcPr>
            <w:tcW w:w="188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C5386" w:rsidRDefault="005C5386" w14:paraId="0184928F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KW_07</w:t>
            </w:r>
          </w:p>
        </w:tc>
      </w:tr>
      <w:tr xmlns:wp14="http://schemas.microsoft.com/office/word/2010/wordml" w:rsidR="005C5386" w:rsidTr="24DED284" w14:paraId="18F758BF" wp14:textId="77777777"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C5386" w:rsidRDefault="005C5386" w14:paraId="0A53D0B1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C5386" w:rsidRDefault="005C5386" w14:paraId="08278867" wp14:textId="77777777">
            <w:pPr>
              <w:spacing w:after="0" w:line="240" w:lineRule="auto"/>
              <w:jc w:val="both"/>
            </w:pPr>
            <w:r>
              <w:rPr>
                <w:rFonts w:ascii="Corbel" w:hAnsi="Corbel" w:cs="SFRM1000"/>
                <w:sz w:val="24"/>
                <w:szCs w:val="24"/>
                <w:lang w:eastAsia="pl-PL"/>
              </w:rPr>
              <w:t>Interpretuje regulacje prawne związane z wykonywanym zawodem i postępuje zgodnie z nimi</w:t>
            </w:r>
          </w:p>
        </w:tc>
        <w:tc>
          <w:tcPr>
            <w:tcW w:w="188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C5386" w:rsidRDefault="005C5386" w14:paraId="5D3130D0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KU_04</w:t>
            </w:r>
          </w:p>
        </w:tc>
      </w:tr>
      <w:tr xmlns:wp14="http://schemas.microsoft.com/office/word/2010/wordml" w:rsidR="005C5386" w:rsidTr="24DED284" w14:paraId="7CAF7903" wp14:textId="77777777"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C5386" w:rsidRDefault="005C5386" w14:paraId="1D652CBC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C5386" w:rsidRDefault="005C5386" w14:paraId="7F432509" wp14:textId="77777777">
            <w:pPr>
              <w:spacing w:after="0" w:line="240" w:lineRule="auto"/>
              <w:jc w:val="both"/>
            </w:pPr>
            <w:r>
              <w:rPr>
                <w:rFonts w:ascii="Corbel" w:hAnsi="Corbel" w:cs="SFRM1000"/>
                <w:sz w:val="24"/>
                <w:szCs w:val="24"/>
                <w:lang w:eastAsia="pl-PL"/>
              </w:rPr>
              <w:t>Wykorzystując posiadaną wiedzę identyfikuje i analizuje problemy mediów i dziennikarzy</w:t>
            </w:r>
          </w:p>
        </w:tc>
        <w:tc>
          <w:tcPr>
            <w:tcW w:w="188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C5386" w:rsidRDefault="005C5386" w14:paraId="744FB41C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KU_08</w:t>
            </w:r>
          </w:p>
        </w:tc>
      </w:tr>
      <w:tr xmlns:wp14="http://schemas.microsoft.com/office/word/2010/wordml" w:rsidR="005C5386" w:rsidTr="24DED284" w14:paraId="5DEF0957" wp14:textId="77777777">
        <w:tc>
          <w:tcPr>
            <w:tcW w:w="17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C5386" w:rsidRDefault="005C5386" w14:paraId="78C3198C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C5386" w:rsidRDefault="005C5386" w14:paraId="69B125F6" wp14:textId="77777777">
            <w:pPr>
              <w:autoSpaceDE w:val="0"/>
              <w:spacing w:after="0" w:line="240" w:lineRule="auto"/>
              <w:jc w:val="both"/>
            </w:pPr>
            <w:r>
              <w:rPr>
                <w:rFonts w:ascii="Corbel" w:hAnsi="Corbel" w:cs="SFRM1000"/>
                <w:sz w:val="24"/>
                <w:szCs w:val="24"/>
                <w:lang w:eastAsia="pl-PL"/>
              </w:rPr>
              <w:t>Rozstrzyga dylematy zawodowe zgodnie z normami etyki zawodowej, przewiduje skutki swoich działań w prawnym i etycznym aspekcie wykonywania zawodu</w:t>
            </w:r>
          </w:p>
        </w:tc>
        <w:tc>
          <w:tcPr>
            <w:tcW w:w="188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C5386" w:rsidRDefault="005C5386" w14:paraId="400BEB58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KU_13</w:t>
            </w:r>
          </w:p>
        </w:tc>
      </w:tr>
    </w:tbl>
    <w:p xmlns:wp14="http://schemas.microsoft.com/office/word/2010/wordml" w:rsidR="005C5386" w:rsidRDefault="005C5386" w14:paraId="1299C43A" wp14:textId="77777777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xmlns:wp14="http://schemas.microsoft.com/office/word/2010/wordml" w:rsidR="005C5386" w:rsidRDefault="005C5386" w14:paraId="44E1D115" wp14:textId="77777777">
      <w:pPr>
        <w:pStyle w:val="Akapitzlist"/>
        <w:spacing w:line="240" w:lineRule="auto"/>
        <w:ind w:left="426"/>
        <w:jc w:val="both"/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xmlns:wp14="http://schemas.microsoft.com/office/word/2010/wordml" w:rsidR="005C5386" w:rsidRDefault="005C5386" w14:paraId="7D0EF860" wp14:textId="77777777">
      <w:pPr>
        <w:pStyle w:val="Akapitzlist"/>
        <w:numPr>
          <w:ilvl w:val="0"/>
          <w:numId w:val="2"/>
        </w:numPr>
        <w:spacing w:after="120" w:line="240" w:lineRule="auto"/>
        <w:jc w:val="both"/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xmlns:wp14="http://schemas.microsoft.com/office/word/2010/wordml" w:rsidR="005C5386" w:rsidRDefault="005C5386" w14:paraId="4DDBEF00" wp14:textId="77777777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xmlns:wp14="http://schemas.microsoft.com/office/word/2010/wordml" w:rsidR="005C5386" w14:paraId="587EA2A8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RDefault="005C5386" w14:paraId="35113026" wp14:textId="77777777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="005C5386" w14:paraId="6A09E912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RDefault="005C5386" w14:paraId="33E67AC6" wp14:textId="77777777">
            <w:pPr>
              <w:pStyle w:val="Akapitzlist"/>
              <w:snapToGrid w:val="0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</w:tr>
    </w:tbl>
    <w:p xmlns:wp14="http://schemas.microsoft.com/office/word/2010/wordml" w:rsidR="005C5386" w:rsidRDefault="005C5386" w14:paraId="3461D779" wp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p xmlns:wp14="http://schemas.microsoft.com/office/word/2010/wordml" w:rsidR="005C5386" w:rsidRDefault="005C5386" w14:paraId="25513626" wp14:textId="77777777">
      <w:pPr>
        <w:pStyle w:val="Akapitzlist"/>
        <w:numPr>
          <w:ilvl w:val="0"/>
          <w:numId w:val="2"/>
        </w:numPr>
        <w:spacing w:line="240" w:lineRule="auto"/>
        <w:jc w:val="both"/>
      </w:pPr>
      <w:r>
        <w:rPr>
          <w:rFonts w:ascii="Corbel" w:hAnsi="Corbel" w:cs="Corbel"/>
          <w:sz w:val="24"/>
          <w:szCs w:val="24"/>
        </w:rPr>
        <w:t xml:space="preserve">Problematyka ćwiczeń audytoryjnych, konwersatoryjnych, laboratoryjnych, </w:t>
      </w:r>
      <w:r>
        <w:t xml:space="preserve">zajęć praktycznych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xmlns:wp14="http://schemas.microsoft.com/office/word/2010/wordml" w:rsidR="005C5386" w14:paraId="55225495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RDefault="005C5386" w14:paraId="5D69D229" wp14:textId="77777777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="005C5386" w14:paraId="46E28E84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RDefault="005C5386" w14:paraId="5CE2AC3F" wp14:textId="77777777">
            <w:pPr>
              <w:pStyle w:val="Default"/>
            </w:pPr>
            <w:r>
              <w:rPr>
                <w:rFonts w:ascii="Corbel" w:hAnsi="Corbel" w:cs="Corbel"/>
              </w:rPr>
              <w:t xml:space="preserve">Prasa drukowana – źródła regulacji prawnych; podstawowe pojęcia prawa prasowego </w:t>
            </w:r>
          </w:p>
        </w:tc>
      </w:tr>
      <w:tr xmlns:wp14="http://schemas.microsoft.com/office/word/2010/wordml" w:rsidR="005C5386" w14:paraId="4120E75C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RDefault="005C5386" w14:paraId="6FA576CC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Charakterystyka ustawy – Prawo prasowe</w:t>
            </w:r>
          </w:p>
        </w:tc>
      </w:tr>
      <w:tr xmlns:wp14="http://schemas.microsoft.com/office/word/2010/wordml" w:rsidR="005C5386" w14:paraId="319B5979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RDefault="005C5386" w14:paraId="4080EABA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Wolność prasy i jej ograniczenia</w:t>
            </w:r>
          </w:p>
        </w:tc>
      </w:tr>
      <w:tr xmlns:wp14="http://schemas.microsoft.com/office/word/2010/wordml" w:rsidR="005C5386" w14:paraId="7F115E08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RDefault="005C5386" w14:paraId="538AFA74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 xml:space="preserve">Dzienniki i czasopisma, materiał prasowy </w:t>
            </w:r>
          </w:p>
        </w:tc>
      </w:tr>
      <w:tr xmlns:wp14="http://schemas.microsoft.com/office/word/2010/wordml" w:rsidR="005C5386" w14:paraId="16EF5A30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RDefault="005C5386" w14:paraId="770E06E9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Dziennikarz, redaktor, redaktor naczelny, wydawca.  Wymogi dotyczące redaktora naczelnego</w:t>
            </w:r>
          </w:p>
        </w:tc>
      </w:tr>
      <w:tr xmlns:wp14="http://schemas.microsoft.com/office/word/2010/wordml" w:rsidR="005C5386" w14:paraId="55AD0BDD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RDefault="005C5386" w14:paraId="5D268E2C" wp14:textId="77777777">
            <w:pPr>
              <w:pStyle w:val="Default"/>
            </w:pPr>
            <w:r>
              <w:rPr>
                <w:rStyle w:val="Pogrubienie"/>
                <w:rFonts w:ascii="Corbel" w:hAnsi="Corbel" w:cs="Corbel"/>
                <w:b w:val="0"/>
              </w:rPr>
              <w:t>Podstawowe obowiązki dziennikarzy</w:t>
            </w:r>
          </w:p>
        </w:tc>
      </w:tr>
      <w:tr xmlns:wp14="http://schemas.microsoft.com/office/word/2010/wordml" w:rsidR="005C5386" w14:paraId="0DD6D363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RDefault="005C5386" w14:paraId="1CB42A7F" wp14:textId="77777777">
            <w:pPr>
              <w:pStyle w:val="Default"/>
            </w:pPr>
            <w:r>
              <w:rPr>
                <w:rStyle w:val="Pogrubienie"/>
                <w:rFonts w:ascii="Corbel" w:hAnsi="Corbel" w:cs="Corbel"/>
                <w:b w:val="0"/>
              </w:rPr>
              <w:t>Prawo prasy do informacji publicznej i jego ograniczenia</w:t>
            </w:r>
          </w:p>
        </w:tc>
      </w:tr>
      <w:tr xmlns:wp14="http://schemas.microsoft.com/office/word/2010/wordml" w:rsidR="005C5386" w14:paraId="32323575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RDefault="005C5386" w14:paraId="12C5337A" wp14:textId="77777777">
            <w:pPr>
              <w:pStyle w:val="Akapitzlist"/>
              <w:spacing w:after="0" w:line="240" w:lineRule="auto"/>
              <w:ind w:left="0"/>
            </w:pPr>
            <w:r>
              <w:rPr>
                <w:rStyle w:val="Pogrubienie"/>
                <w:rFonts w:ascii="Corbel" w:hAnsi="Corbel" w:cs="Corbel"/>
                <w:b w:val="0"/>
                <w:sz w:val="24"/>
                <w:szCs w:val="24"/>
              </w:rPr>
              <w:t>Sprawozdawczość sądowa a ochrona danych osobowych i wizerunku uczestników postępowań</w:t>
            </w:r>
          </w:p>
        </w:tc>
      </w:tr>
      <w:tr xmlns:wp14="http://schemas.microsoft.com/office/word/2010/wordml" w:rsidR="005C5386" w14:paraId="709BEAED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RDefault="005C5386" w14:paraId="4021DAF3" wp14:textId="77777777">
            <w:pPr>
              <w:pStyle w:val="Akapitzlist"/>
              <w:spacing w:after="0" w:line="240" w:lineRule="auto"/>
              <w:ind w:left="0"/>
            </w:pPr>
            <w:r>
              <w:rPr>
                <w:rStyle w:val="Pogrubienie"/>
                <w:rFonts w:ascii="Corbel" w:hAnsi="Corbel" w:cs="Corbel"/>
                <w:b w:val="0"/>
                <w:sz w:val="24"/>
                <w:szCs w:val="24"/>
              </w:rPr>
              <w:t>Granice dozwolonej krytyki prasowej działalności osób pełniących funkcje publiczne</w:t>
            </w:r>
          </w:p>
        </w:tc>
      </w:tr>
      <w:tr xmlns:wp14="http://schemas.microsoft.com/office/word/2010/wordml" w:rsidR="005C5386" w14:paraId="2BE8073D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RDefault="005C5386" w14:paraId="07151E17" wp14:textId="77777777">
            <w:pPr>
              <w:pStyle w:val="Akapitzlist"/>
              <w:spacing w:after="0" w:line="240" w:lineRule="auto"/>
              <w:ind w:left="0"/>
            </w:pPr>
            <w:r>
              <w:rPr>
                <w:rStyle w:val="Pogrubienie"/>
                <w:rFonts w:ascii="Corbel" w:hAnsi="Corbel" w:cs="Corbel"/>
                <w:b w:val="0"/>
                <w:sz w:val="24"/>
                <w:szCs w:val="24"/>
              </w:rPr>
              <w:t>Odpowiedzialność cywilna i karna prasy</w:t>
            </w:r>
          </w:p>
        </w:tc>
      </w:tr>
      <w:tr xmlns:wp14="http://schemas.microsoft.com/office/word/2010/wordml" w:rsidR="005C5386" w14:paraId="66B482A5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RDefault="005C5386" w14:paraId="2A44AF4F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Naruszenie dóbr osobistych osób publicznych przez media.</w:t>
            </w:r>
          </w:p>
        </w:tc>
      </w:tr>
      <w:tr xmlns:wp14="http://schemas.microsoft.com/office/word/2010/wordml" w:rsidR="005C5386" w14:paraId="6386DEBA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RDefault="005C5386" w14:paraId="1A74DD90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Kolokwium sprawdzające wiedzę studenta.</w:t>
            </w:r>
          </w:p>
        </w:tc>
      </w:tr>
    </w:tbl>
    <w:p xmlns:wp14="http://schemas.microsoft.com/office/word/2010/wordml" w:rsidR="005C5386" w:rsidRDefault="005C5386" w14:paraId="3CF2D8B6" wp14:textId="77777777">
      <w:pPr>
        <w:pStyle w:val="Punktygwne"/>
        <w:spacing w:before="0" w:after="0"/>
      </w:pPr>
    </w:p>
    <w:p w:rsidR="24DED284" w:rsidRDefault="24DED284" w14:paraId="2F97BCA4" w14:textId="27857F1A">
      <w:r>
        <w:br w:type="page"/>
      </w:r>
    </w:p>
    <w:p xmlns:wp14="http://schemas.microsoft.com/office/word/2010/wordml" w:rsidR="005C5386" w:rsidRDefault="005C5386" w14:paraId="61F0D56C" wp14:textId="77777777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xmlns:wp14="http://schemas.microsoft.com/office/word/2010/wordml" w:rsidR="005C5386" w:rsidRDefault="005C5386" w14:paraId="0FB78278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5C5386" w:rsidRDefault="005C5386" w14:paraId="2ADAB3E0" wp14:textId="77777777">
      <w:pPr>
        <w:pStyle w:val="Punktygwne"/>
        <w:tabs>
          <w:tab w:val="left" w:pos="284"/>
        </w:tabs>
        <w:spacing w:before="0" w:after="0"/>
      </w:pPr>
      <w:r>
        <w:rPr>
          <w:rFonts w:ascii="Corbel" w:hAnsi="Corbel" w:cs="Corbel"/>
          <w:b w:val="0"/>
          <w:smallCaps w:val="0"/>
          <w:szCs w:val="24"/>
        </w:rPr>
        <w:t>Ćwiczenia: analiza tekstów z dyskusją, praca w grupach, prezentacje</w:t>
      </w:r>
    </w:p>
    <w:p xmlns:wp14="http://schemas.microsoft.com/office/word/2010/wordml" w:rsidR="005C5386" w:rsidRDefault="005C5386" w14:paraId="1FC39945" wp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5C5386" w:rsidRDefault="005C5386" w14:paraId="1078A5AC" wp14:textId="77777777">
      <w:pPr>
        <w:pStyle w:val="Punktygwne"/>
        <w:tabs>
          <w:tab w:val="left" w:pos="284"/>
        </w:tabs>
        <w:spacing w:before="0" w:after="0"/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xmlns:wp14="http://schemas.microsoft.com/office/word/2010/wordml" w:rsidR="005C5386" w:rsidRDefault="005C5386" w14:paraId="0562CB0E" wp14:textId="777777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xmlns:wp14="http://schemas.microsoft.com/office/word/2010/wordml" w:rsidR="005C5386" w:rsidRDefault="005C5386" w14:paraId="53742ADA" wp14:textId="77777777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xmlns:wp14="http://schemas.microsoft.com/office/word/2010/wordml" w:rsidR="005C5386" w:rsidRDefault="005C5386" w14:paraId="34CE0A41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5528"/>
        <w:gridCol w:w="2136"/>
      </w:tblGrid>
      <w:tr xmlns:wp14="http://schemas.microsoft.com/office/word/2010/wordml" w:rsidR="005C5386" w:rsidTr="18099FF1" w14:paraId="3CD72C34" wp14:textId="77777777"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59C1A4F7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47962157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5C5386" w:rsidRDefault="005C5386" w14:paraId="12080E0F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C5386" w:rsidRDefault="005C5386" w14:paraId="4DA5CD06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5C5386" w:rsidRDefault="005C5386" w14:paraId="52574297" wp14:textId="77777777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="005C5386" w:rsidTr="18099FF1" w14:paraId="06FB0208" wp14:textId="77777777"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C5386" w:rsidRDefault="005C5386" w14:paraId="17368564" wp14:textId="77777777">
            <w:pPr>
              <w:pStyle w:val="Punktygwne"/>
              <w:spacing w:before="0" w:after="0"/>
            </w:pPr>
            <w:proofErr w:type="spellStart"/>
            <w:r>
              <w:rPr>
                <w:rFonts w:ascii="Corbel" w:hAnsi="Corbel" w:cs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 w:cs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C5386" w:rsidRDefault="005C5386" w14:paraId="742CF783" wp14:textId="77777777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 xml:space="preserve">Kolokwium </w:t>
            </w:r>
          </w:p>
        </w:tc>
        <w:tc>
          <w:tcPr>
            <w:tcW w:w="21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C5386" w:rsidP="18099FF1" w:rsidRDefault="005C1CD5" w14:paraId="0F1FF934" wp14:textId="26BBFA46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18099FF1" w:rsidR="005C1CD5">
              <w:rPr>
                <w:rFonts w:ascii="Corbel" w:hAnsi="Corbel" w:cs="Corbel"/>
                <w:sz w:val="24"/>
                <w:szCs w:val="24"/>
              </w:rPr>
              <w:t>konw</w:t>
            </w:r>
            <w:r w:rsidRPr="18099FF1" w:rsidR="005C1CD5">
              <w:rPr>
                <w:rFonts w:ascii="Corbel" w:hAnsi="Corbel" w:cs="Corbel"/>
                <w:sz w:val="24"/>
                <w:szCs w:val="24"/>
              </w:rPr>
              <w:t>.</w:t>
            </w:r>
            <w:bookmarkStart w:name="_GoBack" w:id="6"/>
            <w:bookmarkEnd w:id="6"/>
          </w:p>
        </w:tc>
      </w:tr>
      <w:tr xmlns:wp14="http://schemas.microsoft.com/office/word/2010/wordml" w:rsidR="005C5386" w:rsidTr="18099FF1" w14:paraId="27BAB5EA" wp14:textId="77777777"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C5386" w:rsidRDefault="005C5386" w14:paraId="6E3D5C29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C5386" w:rsidRDefault="005C5386" w14:paraId="0B3B0101" wp14:textId="77777777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>Kolokwium</w:t>
            </w:r>
          </w:p>
        </w:tc>
        <w:tc>
          <w:tcPr>
            <w:tcW w:w="21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C5386" w:rsidP="18099FF1" w:rsidRDefault="005C1CD5" w14:paraId="510207C6" wp14:textId="59C3BA6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18099FF1" w:rsidR="005C1CD5">
              <w:rPr>
                <w:rFonts w:ascii="Corbel" w:hAnsi="Corbel" w:cs="Corbel"/>
                <w:sz w:val="24"/>
                <w:szCs w:val="24"/>
              </w:rPr>
              <w:t>konw</w:t>
            </w:r>
            <w:r w:rsidRPr="18099FF1" w:rsidR="005C1CD5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="005C5386" w:rsidTr="18099FF1" w14:paraId="5688172F" wp14:textId="77777777"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C5386" w:rsidRDefault="005C5386" w14:paraId="4A452B50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C5386" w:rsidRDefault="005C5386" w14:paraId="4ACDEC05" wp14:textId="77777777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 xml:space="preserve">Projekt </w:t>
            </w:r>
          </w:p>
        </w:tc>
        <w:tc>
          <w:tcPr>
            <w:tcW w:w="21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C5386" w:rsidP="18099FF1" w:rsidRDefault="005C1CD5" w14:paraId="2E116FDB" wp14:textId="1CA9956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18099FF1" w:rsidR="005C1CD5">
              <w:rPr>
                <w:rFonts w:ascii="Corbel" w:hAnsi="Corbel" w:cs="Corbel"/>
                <w:sz w:val="24"/>
                <w:szCs w:val="24"/>
              </w:rPr>
              <w:t>konw</w:t>
            </w:r>
            <w:r w:rsidRPr="18099FF1" w:rsidR="005C1CD5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xmlns:wp14="http://schemas.microsoft.com/office/word/2010/wordml" w:rsidR="005C5386" w:rsidTr="18099FF1" w14:paraId="2093AD11" wp14:textId="77777777">
        <w:tc>
          <w:tcPr>
            <w:tcW w:w="198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C5386" w:rsidRDefault="005C5386" w14:paraId="61ADB445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C5386" w:rsidRDefault="005C5386" w14:paraId="3EEED844" wp14:textId="77777777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>projekt</w:t>
            </w:r>
          </w:p>
        </w:tc>
        <w:tc>
          <w:tcPr>
            <w:tcW w:w="21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C5386" w:rsidP="18099FF1" w:rsidRDefault="005C1CD5" w14:paraId="31A9A5F9" wp14:textId="58C42C06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18099FF1" w:rsidR="005C1CD5">
              <w:rPr>
                <w:rFonts w:ascii="Corbel" w:hAnsi="Corbel" w:cs="Corbel"/>
                <w:sz w:val="24"/>
                <w:szCs w:val="24"/>
              </w:rPr>
              <w:t>konw</w:t>
            </w:r>
            <w:r w:rsidRPr="18099FF1" w:rsidR="005C1CD5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="005C5386" w:rsidRDefault="005C5386" w14:paraId="62EBF3C5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5C5386" w:rsidRDefault="005C5386" w14:paraId="0AFAEE5A" wp14:textId="77777777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xmlns:wp14="http://schemas.microsoft.com/office/word/2010/wordml" w:rsidR="005C5386" w:rsidRDefault="005C5386" w14:paraId="6D98A12B" wp14:textId="77777777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xmlns:wp14="http://schemas.microsoft.com/office/word/2010/wordml" w:rsidR="005C5386" w:rsidTr="24DED284" w14:paraId="0C4E5E2B" wp14:textId="77777777">
        <w:tc>
          <w:tcPr>
            <w:tcW w:w="96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5C5386" w:rsidRDefault="005C5386" w14:paraId="6951F234" wp14:textId="77777777">
            <w:pPr>
              <w:pStyle w:val="Punktygwne"/>
              <w:spacing w:before="0" w:after="0" w:line="360" w:lineRule="auto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Zaliczenie z oceną na które składa: </w:t>
            </w:r>
          </w:p>
          <w:p w:rsidR="005C5386" w:rsidRDefault="005C5386" w14:paraId="58FC465E" wp14:textId="0D5D5091">
            <w:pPr>
              <w:pStyle w:val="Punktygwne"/>
              <w:spacing w:before="0" w:after="0" w:line="360" w:lineRule="auto"/>
            </w:pPr>
            <w:r w:rsidRPr="24DED284" w:rsidR="005C5386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 xml:space="preserve">kolokwium pisemne </w:t>
            </w:r>
            <w:r w:rsidRPr="24DED284" w:rsidR="005C5386">
              <w:rPr>
                <w:rFonts w:ascii="Corbel" w:hAnsi="Corbel" w:cs="Corbel"/>
                <w:caps w:val="0"/>
                <w:smallCaps w:val="0"/>
              </w:rPr>
              <w:t xml:space="preserve">– </w:t>
            </w:r>
            <w:r w:rsidRPr="24DED284" w:rsidR="005C5386">
              <w:rPr>
                <w:rFonts w:ascii="Corbel" w:hAnsi="Corbel" w:cs="Corbel"/>
                <w:b w:val="0"/>
                <w:bCs w:val="0"/>
                <w:caps w:val="0"/>
                <w:smallCaps w:val="0"/>
              </w:rPr>
              <w:t>50% oceny końcowej</w:t>
            </w:r>
          </w:p>
          <w:p w:rsidR="005C5386" w:rsidRDefault="005C5386" w14:paraId="56532D16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0-4 pkt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ndst</w:t>
            </w:r>
            <w:proofErr w:type="spellEnd"/>
          </w:p>
          <w:p w:rsidR="005C5386" w:rsidRDefault="005C5386" w14:paraId="2F04FBCB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4,5-5,5 pkt -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dst</w:t>
            </w:r>
            <w:proofErr w:type="spellEnd"/>
          </w:p>
          <w:p w:rsidR="005C5386" w:rsidRDefault="005C5386" w14:paraId="17A477B1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6-7 pkt +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dst</w:t>
            </w:r>
            <w:proofErr w:type="spellEnd"/>
          </w:p>
          <w:p w:rsidR="005C5386" w:rsidRDefault="005C5386" w14:paraId="5665556B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7.5-8.5 pkt 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db</w:t>
            </w:r>
            <w:proofErr w:type="spellEnd"/>
          </w:p>
          <w:p w:rsidR="005C5386" w:rsidRDefault="005C5386" w14:paraId="586B6DE4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9-10 pkt +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db</w:t>
            </w:r>
            <w:proofErr w:type="spellEnd"/>
          </w:p>
          <w:p w:rsidR="005C5386" w:rsidRDefault="005C5386" w14:paraId="13AEC707" wp14:textId="77777777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 xml:space="preserve">10,5-12 pkt-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bdb</w:t>
            </w:r>
            <w:proofErr w:type="spellEnd"/>
          </w:p>
          <w:p w:rsidR="005C5386" w:rsidRDefault="005C5386" w14:paraId="2946DB82" wp14:textId="77777777">
            <w:pPr>
              <w:spacing w:after="0" w:line="240" w:lineRule="auto"/>
              <w:rPr>
                <w:rFonts w:ascii="Corbel" w:hAnsi="Corbel" w:cs="Corbel"/>
                <w:smallCaps/>
                <w:sz w:val="24"/>
                <w:szCs w:val="24"/>
              </w:rPr>
            </w:pPr>
          </w:p>
          <w:p w:rsidR="005C5386" w:rsidRDefault="005C5386" w14:paraId="7F3CB1B5" wp14:textId="77777777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>Ocena za projekt- 50% oceny końcowej</w:t>
            </w:r>
          </w:p>
        </w:tc>
      </w:tr>
    </w:tbl>
    <w:p xmlns:wp14="http://schemas.microsoft.com/office/word/2010/wordml" w:rsidR="005C5386" w:rsidRDefault="005C5386" w14:paraId="5997CC1D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5C5386" w:rsidRDefault="005C5386" w14:paraId="32066DA3" wp14:textId="77777777">
      <w:pPr>
        <w:pStyle w:val="Bezodstpw"/>
        <w:ind w:left="284" w:hanging="284"/>
        <w:jc w:val="both"/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="005C5386" w:rsidRDefault="005C5386" w14:paraId="110FFD37" wp14:textId="77777777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87"/>
      </w:tblGrid>
      <w:tr xmlns:wp14="http://schemas.microsoft.com/office/word/2010/wordml" w:rsidR="005C5386" w14:paraId="63D9DE79" wp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5C5386" w:rsidRDefault="005C5386" w14:paraId="4C452BB7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5C5386" w:rsidRDefault="005C5386" w14:paraId="4BAACCBA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="005C5386" w14:paraId="4C921250" wp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RDefault="005C5386" w14:paraId="57842AD3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Godziny z harmonogramu studiów</w:t>
            </w:r>
          </w:p>
        </w:tc>
        <w:tc>
          <w:tcPr>
            <w:tcW w:w="4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P="008E5CE9" w:rsidRDefault="005C5386" w14:paraId="18E8C380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="005C5386" w14:paraId="370080A6" wp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RDefault="005C5386" w14:paraId="2750A6CD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:rsidR="005C5386" w:rsidRDefault="005C5386" w14:paraId="49ABEFC1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P="008E5CE9" w:rsidRDefault="005C5386" w14:paraId="78941E47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="005C5386" w14:paraId="747E9261" wp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RDefault="005C5386" w14:paraId="7CF07039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zajęć, kolokwium, napisanie referatu)</w:t>
            </w:r>
          </w:p>
        </w:tc>
        <w:tc>
          <w:tcPr>
            <w:tcW w:w="4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P="008E5CE9" w:rsidRDefault="005C5386" w14:paraId="33CFEC6B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xmlns:wp14="http://schemas.microsoft.com/office/word/2010/wordml" w:rsidR="005C5386" w14:paraId="4D6280AD" wp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RDefault="005C5386" w14:paraId="3D4B2727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P="008E5CE9" w:rsidRDefault="005C5386" w14:paraId="68861898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xmlns:wp14="http://schemas.microsoft.com/office/word/2010/wordml" w:rsidR="005C5386" w14:paraId="0AD00C0E" wp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RDefault="005C5386" w14:paraId="5FD1C35E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P="008E5CE9" w:rsidRDefault="005C5386" w14:paraId="7144751B" wp14:textId="7777777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="005C5386" w:rsidRDefault="005C5386" w14:paraId="6BBE219B" wp14:textId="77777777">
      <w:pPr>
        <w:pStyle w:val="Punktygwne"/>
        <w:spacing w:before="0" w:after="0"/>
        <w:ind w:left="426"/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xmlns:wp14="http://schemas.microsoft.com/office/word/2010/wordml" w:rsidR="005C5386" w:rsidRDefault="005C5386" w14:paraId="6B699379" wp14:textId="77777777">
      <w:pPr>
        <w:pStyle w:val="Punktygwne"/>
        <w:spacing w:before="0" w:after="0"/>
        <w:rPr>
          <w:rFonts w:ascii="Corbel" w:hAnsi="Corbel" w:cs="Corbel"/>
          <w:b w:val="0"/>
          <w:i/>
          <w:smallCaps w:val="0"/>
          <w:szCs w:val="24"/>
        </w:rPr>
      </w:pPr>
    </w:p>
    <w:p xmlns:wp14="http://schemas.microsoft.com/office/word/2010/wordml" w:rsidR="005C5386" w:rsidRDefault="005C5386" w14:paraId="40334C7B" wp14:textId="77777777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xmlns:wp14="http://schemas.microsoft.com/office/word/2010/wordml" w:rsidR="005C5386" w:rsidRDefault="005C5386" w14:paraId="08CE6F91" wp14:textId="77777777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3544"/>
        <w:gridCol w:w="3979"/>
      </w:tblGrid>
      <w:tr xmlns:wp14="http://schemas.microsoft.com/office/word/2010/wordml" w:rsidR="005C5386" w14:paraId="02642DBC" wp14:textId="77777777">
        <w:trPr>
          <w:trHeight w:val="397"/>
        </w:trPr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RDefault="005C5386" w14:paraId="146D6691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RDefault="005C5386" w14:paraId="3D460186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xmlns:wp14="http://schemas.microsoft.com/office/word/2010/wordml" w:rsidR="005C5386" w14:paraId="7FA1E50C" wp14:textId="77777777">
        <w:trPr>
          <w:trHeight w:val="397"/>
        </w:trPr>
        <w:tc>
          <w:tcPr>
            <w:tcW w:w="3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RDefault="005C5386" w14:paraId="05EFD703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RDefault="005C5386" w14:paraId="3AEC697F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---</w:t>
            </w:r>
          </w:p>
        </w:tc>
      </w:tr>
    </w:tbl>
    <w:p xmlns:wp14="http://schemas.microsoft.com/office/word/2010/wordml" w:rsidR="005C5386" w:rsidRDefault="005C5386" w14:paraId="61CDCEAD" wp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5C5386" w:rsidRDefault="005C5386" w14:paraId="7630DC2B" wp14:textId="77777777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xmlns:wp14="http://schemas.microsoft.com/office/word/2010/wordml" w:rsidR="005C5386" w:rsidRDefault="005C5386" w14:paraId="6BB9E253" wp14:textId="77777777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7523"/>
      </w:tblGrid>
      <w:tr xmlns:wp14="http://schemas.microsoft.com/office/word/2010/wordml" w:rsidRPr="00885330" w:rsidR="005C5386" w14:paraId="0A50B8A9" wp14:textId="77777777">
        <w:trPr>
          <w:trHeight w:val="397"/>
        </w:trPr>
        <w:tc>
          <w:tcPr>
            <w:tcW w:w="7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RDefault="005C5386" w14:paraId="729C9695" wp14:textId="77777777">
            <w:pPr>
              <w:pStyle w:val="Punktygwne"/>
              <w:spacing w:before="0" w:after="0"/>
            </w:pPr>
            <w:r w:rsidRPr="00885330">
              <w:rPr>
                <w:rFonts w:ascii="Corbel" w:hAnsi="Corbel" w:cs="Corbel"/>
                <w:bCs/>
                <w:smallCaps w:val="0"/>
                <w:szCs w:val="24"/>
              </w:rPr>
              <w:t>Literatura podstawowa:</w:t>
            </w:r>
          </w:p>
          <w:p w:rsidR="005C5386" w:rsidRDefault="005C5386" w14:paraId="23DE523C" wp14:textId="77777777">
            <w:pPr>
              <w:pStyle w:val="Punktygwne"/>
              <w:spacing w:before="0" w:after="0"/>
              <w:rPr>
                <w:rFonts w:ascii="Corbel" w:hAnsi="Corbel" w:cs="Corbel"/>
                <w:bCs/>
                <w:smallCaps w:val="0"/>
                <w:szCs w:val="24"/>
              </w:rPr>
            </w:pPr>
          </w:p>
          <w:p w:rsidR="005C5386" w:rsidRDefault="005C5386" w14:paraId="093623C3" wp14:textId="77777777">
            <w:pPr>
              <w:pStyle w:val="Punktygwne"/>
              <w:spacing w:before="0" w:after="0"/>
              <w:ind w:left="357" w:hanging="357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Nowikowska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, Z. Zawadzka, </w:t>
            </w:r>
            <w:r>
              <w:rPr>
                <w:rFonts w:ascii="Corbel" w:hAnsi="Corbel" w:cs="Corbel"/>
                <w:b w:val="0"/>
                <w:i/>
                <w:smallCaps w:val="0"/>
                <w:szCs w:val="24"/>
              </w:rPr>
              <w:t>Prawo mediów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Warszawa 2015</w:t>
            </w:r>
          </w:p>
          <w:p w:rsidR="005C5386" w:rsidRDefault="005C5386" w14:paraId="2B4A0C41" wp14:textId="77777777">
            <w:pPr>
              <w:pStyle w:val="Default"/>
            </w:pPr>
            <w:r>
              <w:rPr>
                <w:rFonts w:ascii="Corbel" w:hAnsi="Corbel" w:cs="Corbel"/>
              </w:rPr>
              <w:t xml:space="preserve">J. Barta, R. Markiewicz i A. Matlak (red.), </w:t>
            </w:r>
            <w:r>
              <w:rPr>
                <w:rFonts w:ascii="Corbel" w:hAnsi="Corbel" w:cs="Corbel"/>
                <w:i/>
              </w:rPr>
              <w:t>Prawo mediów</w:t>
            </w:r>
            <w:r>
              <w:rPr>
                <w:rFonts w:ascii="Corbel" w:hAnsi="Corbel" w:cs="Corbel"/>
              </w:rPr>
              <w:t xml:space="preserve">, Warszawa 2006, </w:t>
            </w:r>
          </w:p>
          <w:p w:rsidR="005C5386" w:rsidRDefault="005C5386" w14:paraId="52E56223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="005C5386" w14:paraId="1B29CC70" wp14:textId="77777777">
        <w:trPr>
          <w:trHeight w:val="397"/>
        </w:trPr>
        <w:tc>
          <w:tcPr>
            <w:tcW w:w="7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C5386" w:rsidRDefault="005C5386" w14:paraId="1616B1D9" wp14:textId="77777777">
            <w:pPr>
              <w:pStyle w:val="Punktygwne"/>
              <w:spacing w:before="0" w:after="0"/>
            </w:pPr>
            <w:r w:rsidRPr="00885330">
              <w:rPr>
                <w:rFonts w:ascii="Corbel" w:hAnsi="Corbel" w:cs="Corbel"/>
                <w:bCs/>
                <w:smallCaps w:val="0"/>
                <w:szCs w:val="24"/>
              </w:rPr>
              <w:t xml:space="preserve">Literatura uzupełniająca: </w:t>
            </w:r>
          </w:p>
          <w:p w:rsidR="005C5386" w:rsidRDefault="005C5386" w14:paraId="07547A01" wp14:textId="77777777">
            <w:pPr>
              <w:pStyle w:val="Punktygwne"/>
              <w:spacing w:before="0" w:after="0"/>
              <w:rPr>
                <w:rFonts w:ascii="Corbel" w:hAnsi="Corbel" w:cs="Corbel"/>
                <w:bCs/>
                <w:smallCaps w:val="0"/>
                <w:szCs w:val="24"/>
              </w:rPr>
            </w:pPr>
          </w:p>
          <w:p w:rsidR="005C5386" w:rsidRDefault="005C5386" w14:paraId="7F8F3056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M. Zaremba, </w:t>
            </w:r>
            <w:r>
              <w:rPr>
                <w:rFonts w:ascii="Corbel" w:hAnsi="Corbel" w:cs="Corbel"/>
                <w:b w:val="0"/>
                <w:i/>
                <w:smallCaps w:val="0"/>
                <w:szCs w:val="24"/>
              </w:rPr>
              <w:t>Prawo prasowe- komentarz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, Warszawa 2018, </w:t>
            </w:r>
          </w:p>
          <w:p w:rsidR="005C5386" w:rsidRDefault="005C5386" w14:paraId="27FDDE0E" wp14:textId="77777777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I. Matusiak, K. Orlik, </w:t>
            </w:r>
            <w:r>
              <w:rPr>
                <w:rFonts w:ascii="Corbel" w:hAnsi="Corbel" w:cs="Corbel"/>
                <w:b w:val="0"/>
                <w:i/>
                <w:smallCaps w:val="0"/>
                <w:szCs w:val="24"/>
              </w:rPr>
              <w:t>Prawo prasowe. Postępowania sądowe w sprawach prasowych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, Warszawa 2017.  </w:t>
            </w:r>
          </w:p>
          <w:p w:rsidR="005C5386" w:rsidRDefault="005C5386" w14:paraId="5043CB0F" wp14:textId="77777777">
            <w:pPr>
              <w:pStyle w:val="Punktygwne"/>
              <w:spacing w:before="0" w:after="0"/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xmlns:wp14="http://schemas.microsoft.com/office/word/2010/wordml" w:rsidR="005C5386" w:rsidRDefault="005C5386" w14:paraId="07459315" wp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5C5386" w:rsidRDefault="005C5386" w14:paraId="6537F28F" wp14:textId="7777777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xmlns:wp14="http://schemas.microsoft.com/office/word/2010/wordml" w:rsidR="005C5386" w:rsidRDefault="005C5386" w14:paraId="41F88A98" wp14:textId="77777777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5C5386" w:rsidSect="00216C41">
      <w:pgSz w:w="11906" w:h="16838" w:orient="portrait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3451A7" w:rsidRDefault="003451A7" w14:paraId="6DFB9E20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3451A7" w:rsidRDefault="003451A7" w14:paraId="70DF9E5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FRM1000">
    <w:altName w:val="Times New Roman"/>
    <w:charset w:val="00"/>
    <w:family w:val="auto"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3451A7" w:rsidRDefault="003451A7" w14:paraId="44E871B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3451A7" w:rsidRDefault="003451A7" w14:paraId="144A5D23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5C5386" w:rsidRDefault="005C5386" w14:paraId="0574AFC1" wp14:textId="77777777">
      <w:pPr>
        <w:pStyle w:val="Tekstprzypisudolnego"/>
        <w:widowControl w:val="0"/>
      </w:pPr>
      <w:r>
        <w:rPr>
          <w:rStyle w:val="Znakiprzypiswdolnych"/>
          <w:rFonts w:ascii="Corbel" w:hAnsi="Corbel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hint="default" w:ascii="Corbel" w:hAnsi="Corbel" w:cs="Corbel"/>
        <w:sz w:val="24"/>
        <w:szCs w:val="24"/>
      </w:rPr>
    </w:lvl>
  </w:abstractNum>
  <w:num w:numId="1" w16cid:durableId="1831867597">
    <w:abstractNumId w:val="0"/>
  </w:num>
  <w:num w:numId="2" w16cid:durableId="699665959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5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330"/>
    <w:rsid w:val="00216C41"/>
    <w:rsid w:val="003451A7"/>
    <w:rsid w:val="005C1CD5"/>
    <w:rsid w:val="005C5386"/>
    <w:rsid w:val="006A5BAC"/>
    <w:rsid w:val="00885330"/>
    <w:rsid w:val="008E5CE9"/>
    <w:rsid w:val="009079C8"/>
    <w:rsid w:val="00A56F8C"/>
    <w:rsid w:val="00DB7A67"/>
    <w:rsid w:val="049384FC"/>
    <w:rsid w:val="049384FC"/>
    <w:rsid w:val="0A43052B"/>
    <w:rsid w:val="1136EAE9"/>
    <w:rsid w:val="117B9884"/>
    <w:rsid w:val="18099FF1"/>
    <w:rsid w:val="1F98DD1B"/>
    <w:rsid w:val="24DA64B8"/>
    <w:rsid w:val="24DED284"/>
    <w:rsid w:val="2C2ACFB1"/>
    <w:rsid w:val="44FBD74C"/>
    <w:rsid w:val="65C497C9"/>
    <w:rsid w:val="66A7665D"/>
    <w:rsid w:val="777DC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63F0C1D7"/>
  <w15:chartTrackingRefBased/>
  <w15:docId w15:val="{4648BCE7-19B4-448D-BEA7-7DE7BAB4D74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  <w:spacing w:after="200" w:line="276" w:lineRule="auto"/>
    </w:pPr>
    <w:rPr>
      <w:rFonts w:ascii="Calibri" w:hAnsi="Calibri" w:eastAsia="Calibri" w:cs="Calibri"/>
      <w:sz w:val="22"/>
      <w:szCs w:val="22"/>
      <w:lang w:eastAsia="zh-CN"/>
    </w:rPr>
  </w:style>
  <w:style w:type="paragraph" w:styleId="Nagwek1">
    <w:name w:val="heading 1"/>
    <w:basedOn w:val="Normalny"/>
    <w:next w:val="Tekstpodstawowy"/>
    <w:qFormat/>
    <w:pPr>
      <w:numPr>
        <w:numId w:val="1"/>
      </w:numPr>
      <w:spacing w:before="280" w:after="280" w:line="240" w:lineRule="auto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val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Pr>
      <w:rFonts w:hint="default" w:ascii="Corbel" w:hAnsi="Corbel" w:cs="Corbel"/>
      <w:sz w:val="24"/>
      <w:szCs w:val="24"/>
    </w:rPr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  <w:rPr>
      <w:rFonts w:hint="default"/>
    </w:rPr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  <w:rPr>
      <w:rFonts w:hint="default"/>
    </w:rPr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  <w:rPr>
      <w:rFonts w:hint="default"/>
    </w:rPr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Domylnaczcionkaakapitu1" w:customStyle="1">
    <w:name w:val="Domyślna czcionka akapitu1"/>
  </w:style>
  <w:style w:type="character" w:styleId="TytuZnak" w:customStyle="1">
    <w:name w:val="Tytuł Znak"/>
    <w:rPr>
      <w:rFonts w:eastAsia="Times New Roman"/>
      <w:b/>
      <w:bCs/>
    </w:rPr>
  </w:style>
  <w:style w:type="character" w:styleId="TekstdymkaZnak" w:customStyle="1">
    <w:name w:val="Tekst dymka Znak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rPr>
      <w:rFonts w:ascii="Calibri" w:hAnsi="Calibri" w:eastAsia="Calibri" w:cs="Calibri"/>
      <w:sz w:val="22"/>
      <w:szCs w:val="22"/>
    </w:rPr>
  </w:style>
  <w:style w:type="character" w:styleId="StopkaZnak" w:customStyle="1">
    <w:name w:val="Stopka Znak"/>
    <w:rPr>
      <w:rFonts w:ascii="Calibri" w:hAnsi="Calibri" w:eastAsia="Calibri" w:cs="Calibri"/>
      <w:sz w:val="22"/>
      <w:szCs w:val="22"/>
    </w:rPr>
  </w:style>
  <w:style w:type="character" w:styleId="TekstprzypisudolnegoZnak" w:customStyle="1">
    <w:name w:val="Tekst przypisu dolnego Znak"/>
    <w:rPr>
      <w:rFonts w:ascii="Calibri" w:hAnsi="Calibri" w:cs="Times New Roman"/>
      <w:sz w:val="20"/>
      <w:szCs w:val="20"/>
    </w:rPr>
  </w:style>
  <w:style w:type="character" w:styleId="Znakiprzypiswdolnych" w:customStyle="1">
    <w:name w:val="Znaki przypisów dolnych"/>
    <w:rPr>
      <w:vertAlign w:val="superscript"/>
    </w:rPr>
  </w:style>
  <w:style w:type="character" w:styleId="TekstpodstawowyZnak" w:customStyle="1">
    <w:name w:val="Tekst podstawowy Znak"/>
    <w:rPr>
      <w:rFonts w:ascii="Calibri" w:hAnsi="Calibri" w:eastAsia="Calibri" w:cs="Calibri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styleId="wrtext" w:customStyle="1">
    <w:name w:val="wrtext"/>
    <w:basedOn w:val="Domylnaczcionkaakapitu1"/>
  </w:style>
  <w:style w:type="character" w:styleId="Pogrubienie">
    <w:name w:val="Strong"/>
    <w:qFormat/>
    <w:rPr>
      <w:b/>
      <w:bCs/>
    </w:rPr>
  </w:style>
  <w:style w:type="character" w:styleId="Nagwek1Znak" w:customStyle="1">
    <w:name w:val="Nagłówek 1 Znak"/>
    <w:rPr>
      <w:rFonts w:eastAsia="Times New Roman"/>
      <w:b/>
      <w:bCs/>
      <w:kern w:val="2"/>
      <w:sz w:val="48"/>
      <w:szCs w:val="48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TekstkomentarzaZnak" w:customStyle="1">
    <w:name w:val="Tekst komentarza Znak"/>
    <w:rPr>
      <w:rFonts w:ascii="Calibri" w:hAnsi="Calibri" w:cs="Calibri"/>
    </w:rPr>
  </w:style>
  <w:style w:type="character" w:styleId="TematkomentarzaZnak" w:customStyle="1">
    <w:name w:val="Temat komentarza Znak"/>
    <w:rPr>
      <w:rFonts w:ascii="Calibri" w:hAnsi="Calibri" w:cs="Calibri"/>
      <w:b/>
      <w:bCs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Znakiprzypiswkocowych" w:customStyle="1">
    <w:name w:val="Znaki przypisów końcowych"/>
  </w:style>
  <w:style w:type="paragraph" w:styleId="Nagwek10" w:customStyle="1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hAnsi="Times New Roman" w:eastAsia="Times New Roman" w:cs="Times New Roman"/>
      <w:b/>
      <w:bCs/>
      <w:sz w:val="20"/>
      <w:szCs w:val="20"/>
      <w:lang w:val="x-none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styleId="Gwkaistopka" w:customStyle="1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  <w:rPr>
      <w:lang w:val="x-none"/>
    </w:rPr>
  </w:style>
  <w:style w:type="paragraph" w:styleId="Stopka">
    <w:name w:val="footer"/>
    <w:basedOn w:val="Normalny"/>
    <w:pPr>
      <w:spacing w:after="0" w:line="240" w:lineRule="auto"/>
    </w:pPr>
    <w:rPr>
      <w:lang w:val="x-none"/>
    </w:rPr>
  </w:style>
  <w:style w:type="paragraph" w:styleId="Default" w:customStyle="1">
    <w:name w:val="Default"/>
    <w:pPr>
      <w:suppressAutoHyphens/>
      <w:autoSpaceDE w:val="0"/>
    </w:pPr>
    <w:rPr>
      <w:rFonts w:ascii="Arial" w:hAnsi="Arial" w:eastAsia="Calibri" w:cs="Arial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Punktygwne" w:customStyle="1">
    <w:name w:val="Punkty główne"/>
    <w:basedOn w:val="Normalny"/>
    <w:pPr>
      <w:spacing w:before="240" w:after="60" w:line="240" w:lineRule="auto"/>
    </w:pPr>
    <w:rPr>
      <w:rFonts w:ascii="Times New Roman" w:hAnsi="Times New Roman" w:cs="Times New Roman"/>
      <w:b/>
      <w:smallCaps/>
      <w:sz w:val="24"/>
    </w:rPr>
  </w:style>
  <w:style w:type="paragraph" w:styleId="Pytania" w:customStyle="1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 w:cs="Times New Roman"/>
      <w:sz w:val="20"/>
      <w:szCs w:val="20"/>
    </w:rPr>
  </w:style>
  <w:style w:type="paragraph" w:styleId="Odpowiedzi" w:customStyle="1">
    <w:name w:val="Odpowiedzi"/>
    <w:basedOn w:val="Normalny"/>
    <w:pPr>
      <w:spacing w:before="40" w:after="40" w:line="240" w:lineRule="auto"/>
    </w:pPr>
    <w:rPr>
      <w:rFonts w:ascii="Times New Roman" w:hAnsi="Times New Roman" w:cs="Times New Roman"/>
      <w:b/>
      <w:color w:val="000000"/>
      <w:sz w:val="20"/>
    </w:rPr>
  </w:style>
  <w:style w:type="paragraph" w:styleId="Podpunkty" w:customStyle="1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 w:cs="Times New Roman"/>
      <w:b/>
      <w:szCs w:val="20"/>
    </w:rPr>
  </w:style>
  <w:style w:type="paragraph" w:styleId="Cele" w:customStyle="1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 w:cs="Times New Roman"/>
      <w:sz w:val="20"/>
      <w:szCs w:val="20"/>
    </w:rPr>
  </w:style>
  <w:style w:type="paragraph" w:styleId="Nagwkitablic" w:customStyle="1">
    <w:name w:val="Nagłówki tablic"/>
    <w:basedOn w:val="Tekstpodstawowy"/>
    <w:rPr>
      <w:rFonts w:ascii="Times New Roman" w:hAnsi="Times New Roman" w:cs="Times New Roman"/>
      <w:sz w:val="24"/>
    </w:rPr>
  </w:style>
  <w:style w:type="paragraph" w:styleId="centralniewrubryce" w:customStyle="1">
    <w:name w:val="centralnie w rubryce"/>
    <w:basedOn w:val="Normalny"/>
    <w:pPr>
      <w:overflowPunct w:val="0"/>
      <w:autoSpaceDE w:val="0"/>
      <w:spacing w:before="40" w:after="40" w:line="240" w:lineRule="auto"/>
      <w:jc w:val="center"/>
    </w:pPr>
    <w:rPr>
      <w:rFonts w:ascii="Times New Roman" w:hAnsi="Times New Roman" w:eastAsia="Times New Roman" w:cs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hAnsi="Calibri" w:eastAsia="Calibri" w:cs="Calibri"/>
      <w:sz w:val="22"/>
      <w:szCs w:val="22"/>
      <w:lang w:eastAsia="zh-CN"/>
    </w:rPr>
  </w:style>
  <w:style w:type="paragraph" w:styleId="Tekstkomentarza1" w:customStyle="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Zawartotabeli" w:customStyle="1">
    <w:name w:val="Zawartość tabeli"/>
    <w:basedOn w:val="Normalny"/>
    <w:pPr>
      <w:widowControl w:val="0"/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Anna Pikus</lastModifiedBy>
  <revision>10</revision>
  <lastPrinted>2019-06-20T22:26:00.0000000Z</lastPrinted>
  <dcterms:created xsi:type="dcterms:W3CDTF">2024-07-15T09:37:00.0000000Z</dcterms:created>
  <dcterms:modified xsi:type="dcterms:W3CDTF">2024-07-29T13:16:33.2478642Z</dcterms:modified>
</coreProperties>
</file>